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C34E1" w:rsidTr="004C34E1">
        <w:tc>
          <w:tcPr>
            <w:tcW w:w="4428" w:type="dxa"/>
          </w:tcPr>
          <w:p w:rsidR="004C34E1" w:rsidRDefault="004C34E1">
            <w:r>
              <w:t>Cell with text</w:t>
            </w:r>
          </w:p>
        </w:tc>
        <w:tc>
          <w:tcPr>
            <w:tcW w:w="4428" w:type="dxa"/>
          </w:tcPr>
          <w:p w:rsidR="004C34E1" w:rsidRDefault="004C34E1">
            <w:r>
              <w:t>Cell with text</w:t>
            </w:r>
          </w:p>
        </w:tc>
      </w:tr>
      <w:tr w:rsidR="004C34E1" w:rsidTr="004C34E1">
        <w:tc>
          <w:tcPr>
            <w:tcW w:w="4428" w:type="dxa"/>
          </w:tcPr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>Cell with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 xml:space="preserve">A 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>Bullet list</w:t>
            </w:r>
          </w:p>
        </w:tc>
        <w:tc>
          <w:tcPr>
            <w:tcW w:w="4428" w:type="dxa"/>
          </w:tcPr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Cell with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A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Numbered list.</w:t>
            </w:r>
            <w:bookmarkStart w:id="0" w:name="_GoBack"/>
            <w:bookmarkEnd w:id="0"/>
          </w:p>
        </w:tc>
      </w:tr>
    </w:tbl>
    <w:p w:rsidR="00E71A32" w:rsidRDefault="00E71A32"/>
    <w:sectPr w:rsidR="00E71A32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5078"/>
    <w:multiLevelType w:val="hybridMultilevel"/>
    <w:tmpl w:val="BC64B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07D2"/>
    <w:multiLevelType w:val="hybridMultilevel"/>
    <w:tmpl w:val="6FCC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4E1"/>
    <w:rsid w:val="004C34E1"/>
    <w:rsid w:val="00E060A3"/>
    <w:rsid w:val="00E7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3FB407-1389-3E43-8D02-1D5E0F22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Macintosh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2015-02-13T14:04:00Z</dcterms:created>
  <dcterms:modified xsi:type="dcterms:W3CDTF">2015-02-13T14:05:00Z</dcterms:modified>
</cp:coreProperties>
</file>